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24" w:rsidRDefault="00A01FE0" w:rsidP="003D745D">
      <w:pPr>
        <w:tabs>
          <w:tab w:val="left" w:pos="9360"/>
        </w:tabs>
        <w:ind w:left="0" w:hanging="45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-31.5pt;margin-top:8.5pt;width:224.7pt;height:177.65pt;z-index:251727872;mso-width-relative:margin;mso-height-relative:margin" fillcolor="#4f81bd [3204]" strokecolor="#f2f2f2 [3041]" strokeweight="3pt">
            <v:shadow on="t" type="perspective" color="#243f60 [1604]" opacity=".5" offset="1pt" offset2="-1pt"/>
            <v:textbox>
              <w:txbxContent>
                <w:p w:rsidR="00A01FE0" w:rsidRDefault="00A01FE0" w:rsidP="00A01FE0">
                  <w:pPr>
                    <w:ind w:left="0" w:firstLine="0"/>
                    <w:jc w:val="center"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  <w:p w:rsidR="00A01FE0" w:rsidRDefault="00A01FE0" w:rsidP="00A01FE0">
                  <w:pPr>
                    <w:ind w:left="0" w:firstLine="0"/>
                    <w:jc w:val="center"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  <w:p w:rsidR="00A01FE0" w:rsidRPr="00DC29D2" w:rsidRDefault="00A01FE0" w:rsidP="00A01FE0">
                  <w:pPr>
                    <w:ind w:left="0" w:firstLine="0"/>
                    <w:jc w:val="center"/>
                    <w:rPr>
                      <w:b/>
                      <w:color w:val="002060"/>
                      <w:sz w:val="24"/>
                      <w:szCs w:val="24"/>
                    </w:rPr>
                  </w:pPr>
                  <w:r>
                    <w:rPr>
                      <w:b/>
                      <w:color w:val="002060"/>
                      <w:sz w:val="24"/>
                      <w:szCs w:val="24"/>
                    </w:rPr>
                    <w:t>Picture</w:t>
                  </w:r>
                </w:p>
              </w:txbxContent>
            </v:textbox>
          </v:shape>
        </w:pict>
      </w:r>
      <w:r w:rsidR="009F498F">
        <w:rPr>
          <w:noProof/>
          <w:lang w:eastAsia="zh-TW"/>
        </w:rPr>
        <w:pict>
          <v:shape id="_x0000_s1028" type="#_x0000_t202" style="position:absolute;margin-left:209.2pt;margin-top:.1pt;width:325.95pt;height:28.55pt;z-index:251664384;mso-width-relative:margin;mso-height-relative:margin" fillcolor="#4f81bd [3204]" strokecolor="#f2f2f2 [3041]" strokeweight="3pt">
            <v:shadow on="t" type="perspective" color="#243f60 [1604]" opacity=".5" offset="1pt" offset2="-1pt"/>
            <v:textbox>
              <w:txbxContent>
                <w:p w:rsidR="009C0B9D" w:rsidRPr="002C5C1F" w:rsidRDefault="009C0B9D" w:rsidP="003B10B8">
                  <w:pPr>
                    <w:ind w:left="0" w:firstLine="0"/>
                    <w:rPr>
                      <w:b/>
                      <w:color w:val="002060"/>
                      <w:sz w:val="24"/>
                      <w:szCs w:val="24"/>
                    </w:rPr>
                  </w:pPr>
                  <w:r w:rsidRPr="002C5C1F">
                    <w:rPr>
                      <w:b/>
                      <w:color w:val="002060"/>
                      <w:sz w:val="24"/>
                      <w:szCs w:val="24"/>
                    </w:rPr>
                    <w:t>Name:</w:t>
                  </w:r>
                </w:p>
              </w:txbxContent>
            </v:textbox>
          </v:shape>
        </w:pict>
      </w:r>
    </w:p>
    <w:p w:rsidR="00982B24" w:rsidRPr="00982B24" w:rsidRDefault="009F498F" w:rsidP="00982B24">
      <w:r>
        <w:rPr>
          <w:noProof/>
          <w:lang w:eastAsia="zh-TW"/>
        </w:rPr>
        <w:pict>
          <v:shape id="_x0000_s1027" type="#_x0000_t202" style="position:absolute;left:0;text-align:left;margin-left:209.2pt;margin-top:8.35pt;width:331.35pt;height:276.5pt;z-index:251662336;mso-width-relative:margin;mso-height-relative:margin" strokecolor="#002060">
            <v:textbox>
              <w:txbxContent>
                <w:p w:rsidR="009C0B9D" w:rsidRPr="00DC29D2" w:rsidRDefault="009C0B9D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 w:rsidRPr="00DC29D2">
                    <w:rPr>
                      <w:color w:val="002060"/>
                      <w:sz w:val="24"/>
                      <w:szCs w:val="24"/>
                    </w:rPr>
                    <w:t>Gender:</w:t>
                  </w:r>
                  <w:r w:rsidR="00C03927">
                    <w:rPr>
                      <w:color w:val="002060"/>
                      <w:sz w:val="24"/>
                      <w:szCs w:val="24"/>
                    </w:rPr>
                    <w:t xml:space="preserve">  </w:t>
                  </w:r>
                </w:p>
                <w:p w:rsidR="009C0B9D" w:rsidRDefault="009C0B9D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 w:rsidRPr="00DC29D2">
                    <w:rPr>
                      <w:color w:val="002060"/>
                      <w:sz w:val="24"/>
                      <w:szCs w:val="24"/>
                    </w:rPr>
                    <w:t>Birthday:</w:t>
                  </w:r>
                  <w:r w:rsidR="00C03927">
                    <w:rPr>
                      <w:color w:val="002060"/>
                      <w:sz w:val="24"/>
                      <w:szCs w:val="24"/>
                    </w:rPr>
                    <w:t xml:space="preserve">  </w:t>
                  </w:r>
                </w:p>
                <w:p w:rsidR="00C03927" w:rsidRDefault="00C03927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>
                    <w:rPr>
                      <w:color w:val="002060"/>
                      <w:sz w:val="24"/>
                      <w:szCs w:val="24"/>
                    </w:rPr>
                    <w:t xml:space="preserve">Day of Death: </w:t>
                  </w:r>
                </w:p>
                <w:p w:rsidR="00C03927" w:rsidRPr="00DC29D2" w:rsidRDefault="00C03927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>
                    <w:rPr>
                      <w:color w:val="002060"/>
                      <w:sz w:val="24"/>
                      <w:szCs w:val="24"/>
                    </w:rPr>
                    <w:t xml:space="preserve">Age at Convention:   </w:t>
                  </w:r>
                </w:p>
                <w:p w:rsidR="009C0B9D" w:rsidRPr="00DC29D2" w:rsidRDefault="009C0B9D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 w:rsidRPr="00DC29D2">
                    <w:rPr>
                      <w:color w:val="002060"/>
                      <w:sz w:val="24"/>
                      <w:szCs w:val="24"/>
                    </w:rPr>
                    <w:t>Hometown:</w:t>
                  </w:r>
                  <w:r w:rsidR="00C03927">
                    <w:rPr>
                      <w:color w:val="002060"/>
                      <w:sz w:val="24"/>
                      <w:szCs w:val="24"/>
                    </w:rPr>
                    <w:t xml:space="preserve"> </w:t>
                  </w:r>
                </w:p>
                <w:p w:rsidR="009C0B9D" w:rsidRDefault="009C0B9D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 w:rsidRPr="00DC29D2">
                    <w:rPr>
                      <w:color w:val="002060"/>
                      <w:sz w:val="24"/>
                      <w:szCs w:val="24"/>
                    </w:rPr>
                    <w:t>Relationship Status:</w:t>
                  </w:r>
                  <w:r w:rsidR="00C03927">
                    <w:rPr>
                      <w:color w:val="002060"/>
                      <w:sz w:val="24"/>
                      <w:szCs w:val="24"/>
                    </w:rPr>
                    <w:t xml:space="preserve"> </w:t>
                  </w:r>
                </w:p>
                <w:p w:rsidR="004706AD" w:rsidRPr="00DC29D2" w:rsidRDefault="004706AD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>
                    <w:rPr>
                      <w:color w:val="002060"/>
                      <w:sz w:val="24"/>
                      <w:szCs w:val="24"/>
                    </w:rPr>
                    <w:t>Children:</w:t>
                  </w:r>
                  <w:r w:rsidR="00386F05">
                    <w:rPr>
                      <w:color w:val="002060"/>
                      <w:sz w:val="24"/>
                      <w:szCs w:val="24"/>
                    </w:rPr>
                    <w:t xml:space="preserve"> </w:t>
                  </w:r>
                </w:p>
                <w:p w:rsidR="009C0B9D" w:rsidRPr="00DC29D2" w:rsidRDefault="009C0B9D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 w:rsidRPr="00DC29D2">
                    <w:rPr>
                      <w:color w:val="002060"/>
                      <w:sz w:val="24"/>
                      <w:szCs w:val="24"/>
                    </w:rPr>
                    <w:t>Interested in:</w:t>
                  </w:r>
                  <w:r w:rsidR="00C03927">
                    <w:rPr>
                      <w:color w:val="002060"/>
                      <w:sz w:val="24"/>
                      <w:szCs w:val="24"/>
                    </w:rPr>
                    <w:t xml:space="preserve">  </w:t>
                  </w:r>
                </w:p>
                <w:p w:rsidR="009C0B9D" w:rsidRPr="00DC29D2" w:rsidRDefault="009C0B9D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 w:rsidRPr="00DC29D2">
                    <w:rPr>
                      <w:color w:val="002060"/>
                      <w:sz w:val="24"/>
                      <w:szCs w:val="24"/>
                    </w:rPr>
                    <w:t>Looking For:</w:t>
                  </w:r>
                  <w:r w:rsidR="00C03927">
                    <w:rPr>
                      <w:color w:val="002060"/>
                      <w:sz w:val="24"/>
                      <w:szCs w:val="24"/>
                    </w:rPr>
                    <w:t xml:space="preserve">  </w:t>
                  </w:r>
                </w:p>
                <w:p w:rsidR="009C0B9D" w:rsidRPr="00DC29D2" w:rsidRDefault="009C0B9D" w:rsidP="00982B24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 w:rsidRPr="00DC29D2">
                    <w:rPr>
                      <w:color w:val="002060"/>
                      <w:sz w:val="24"/>
                      <w:szCs w:val="24"/>
                    </w:rPr>
                    <w:t>Religious Views:</w:t>
                  </w:r>
                  <w:r w:rsidR="00C03927">
                    <w:rPr>
                      <w:color w:val="002060"/>
                      <w:sz w:val="24"/>
                      <w:szCs w:val="24"/>
                    </w:rPr>
                    <w:t xml:space="preserve">  </w:t>
                  </w:r>
                </w:p>
                <w:p w:rsidR="009C0B9D" w:rsidRDefault="009C0B9D" w:rsidP="00982B24">
                  <w:pPr>
                    <w:ind w:left="0" w:firstLine="0"/>
                  </w:pPr>
                </w:p>
              </w:txbxContent>
            </v:textbox>
          </v:shape>
        </w:pict>
      </w:r>
    </w:p>
    <w:p w:rsidR="00982B24" w:rsidRPr="00982B24" w:rsidRDefault="00982B24" w:rsidP="00982B24"/>
    <w:p w:rsidR="00982B24" w:rsidRDefault="00982B24" w:rsidP="00982B24"/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9F498F" w:rsidP="00982B24">
      <w:pPr>
        <w:jc w:val="center"/>
      </w:pPr>
      <w:r>
        <w:rPr>
          <w:noProof/>
        </w:rPr>
        <w:pict>
          <v:shape id="_x0000_s1077" type="#_x0000_t202" style="position:absolute;left:0;text-align:left;margin-left:-31.5pt;margin-top:17.4pt;width:224.7pt;height:24.45pt;z-index:251708416;mso-width-relative:margin;mso-height-relative:margin" fillcolor="#4f81bd [3204]" strokecolor="#f2f2f2 [3041]" strokeweight="3pt">
            <v:shadow on="t" type="perspective" color="#243f60 [1604]" opacity=".5" offset="1pt" offset2="-1pt"/>
            <v:textbox>
              <w:txbxContent>
                <w:p w:rsidR="004F03D8" w:rsidRPr="00DC29D2" w:rsidRDefault="004F03D8" w:rsidP="004F03D8">
                  <w:pPr>
                    <w:ind w:left="0" w:firstLine="0"/>
                    <w:rPr>
                      <w:b/>
                      <w:color w:val="002060"/>
                      <w:sz w:val="24"/>
                      <w:szCs w:val="24"/>
                    </w:rPr>
                  </w:pPr>
                  <w:r>
                    <w:rPr>
                      <w:b/>
                      <w:color w:val="002060"/>
                      <w:sz w:val="24"/>
                      <w:szCs w:val="24"/>
                    </w:rPr>
                    <w:t>Status</w:t>
                  </w:r>
                </w:p>
              </w:txbxContent>
            </v:textbox>
          </v:shape>
        </w:pict>
      </w:r>
    </w:p>
    <w:p w:rsidR="00C02CF7" w:rsidRDefault="00C02CF7" w:rsidP="00982B24">
      <w:pPr>
        <w:jc w:val="center"/>
      </w:pPr>
    </w:p>
    <w:p w:rsidR="00C02CF7" w:rsidRDefault="009F498F" w:rsidP="00982B24">
      <w:pPr>
        <w:jc w:val="center"/>
      </w:pPr>
      <w:r>
        <w:rPr>
          <w:noProof/>
        </w:rPr>
        <w:pict>
          <v:shape id="_x0000_s1079" type="#_x0000_t202" style="position:absolute;left:0;text-align:left;margin-left:-28.1pt;margin-top:5.9pt;width:228.35pt;height:75.4pt;z-index:251709440" strokecolor="#002060">
            <v:textbox>
              <w:txbxContent>
                <w:p w:rsidR="008D4C78" w:rsidRPr="00C03927" w:rsidRDefault="0021186D" w:rsidP="008D4C78">
                  <w:pPr>
                    <w:spacing w:line="240" w:lineRule="auto"/>
                    <w:ind w:left="0"/>
                    <w:rPr>
                      <w:color w:val="00206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4F03D8" w:rsidRPr="00C03927" w:rsidRDefault="008D4C78" w:rsidP="008D4C78">
                  <w:pPr>
                    <w:spacing w:line="240" w:lineRule="auto"/>
                    <w:ind w:left="0"/>
                    <w:rPr>
                      <w:color w:val="002060"/>
                      <w:sz w:val="24"/>
                      <w:szCs w:val="24"/>
                    </w:rPr>
                  </w:pPr>
                  <w:r w:rsidRPr="00C03927">
                    <w:rPr>
                      <w:color w:val="002060"/>
                      <w:sz w:val="24"/>
                      <w:szCs w:val="24"/>
                    </w:rPr>
                    <w:t xml:space="preserve">  </w:t>
                  </w:r>
                </w:p>
              </w:txbxContent>
            </v:textbox>
          </v:shape>
        </w:pict>
      </w: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9F498F" w:rsidP="00982B24">
      <w:pPr>
        <w:jc w:val="center"/>
      </w:pPr>
      <w:r>
        <w:rPr>
          <w:noProof/>
        </w:rPr>
        <w:pict>
          <v:shape id="_x0000_s1041" type="#_x0000_t202" style="position:absolute;left:0;text-align:left;margin-left:209.2pt;margin-top:11.75pt;width:325.95pt;height:24.45pt;z-index:251674624;mso-width-relative:margin;mso-height-relative:margin" fillcolor="#4f81bd [3204]" strokecolor="#f2f2f2 [3041]" strokeweight="3pt">
            <v:shadow on="t" type="perspective" color="#243f60 [1604]" opacity=".5" offset="1pt" offset2="-1pt"/>
            <v:textbox>
              <w:txbxContent>
                <w:p w:rsidR="009C0B9D" w:rsidRPr="002C5C1F" w:rsidRDefault="009C0B9D" w:rsidP="00050C81">
                  <w:pPr>
                    <w:ind w:left="0" w:firstLine="0"/>
                    <w:rPr>
                      <w:b/>
                      <w:color w:val="002060"/>
                      <w:sz w:val="24"/>
                      <w:szCs w:val="24"/>
                    </w:rPr>
                  </w:pPr>
                  <w:r w:rsidRPr="002C5C1F">
                    <w:rPr>
                      <w:b/>
                      <w:color w:val="002060"/>
                      <w:sz w:val="24"/>
                      <w:szCs w:val="24"/>
                    </w:rPr>
                    <w:t>Information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left:0;text-align:left;margin-left:-31.5pt;margin-top:11.75pt;width:228.35pt;height:24.45pt;z-index:251666432;mso-width-relative:margin;mso-height-relative:margin" fillcolor="#4f81bd [3204]" strokecolor="#f2f2f2 [3041]" strokeweight="3pt">
            <v:shadow on="t" type="perspective" color="#243f60 [1604]" opacity=".5" offset="1pt" offset2="-1pt"/>
            <v:textbox>
              <w:txbxContent>
                <w:p w:rsidR="009C0B9D" w:rsidRPr="00DC29D2" w:rsidRDefault="009C0B9D" w:rsidP="003B10B8">
                  <w:pPr>
                    <w:ind w:left="0" w:firstLine="0"/>
                    <w:rPr>
                      <w:b/>
                      <w:color w:val="002060"/>
                      <w:sz w:val="24"/>
                      <w:szCs w:val="24"/>
                    </w:rPr>
                  </w:pPr>
                  <w:r w:rsidRPr="00DC29D2">
                    <w:rPr>
                      <w:b/>
                      <w:color w:val="002060"/>
                      <w:sz w:val="24"/>
                      <w:szCs w:val="24"/>
                    </w:rPr>
                    <w:t>Friends</w:t>
                  </w:r>
                </w:p>
              </w:txbxContent>
            </v:textbox>
          </v:shape>
        </w:pict>
      </w:r>
    </w:p>
    <w:p w:rsidR="00C02CF7" w:rsidRDefault="009F498F" w:rsidP="00982B24">
      <w:pPr>
        <w:jc w:val="center"/>
      </w:pPr>
      <w:r>
        <w:rPr>
          <w:noProof/>
        </w:rPr>
        <w:pict>
          <v:shape id="_x0000_s1042" type="#_x0000_t202" style="position:absolute;left:0;text-align:left;margin-left:209.2pt;margin-top:14.85pt;width:331.35pt;height:372.25pt;z-index:251675648;mso-width-relative:margin;mso-height-relative:margin" strokecolor="#002060">
            <v:textbox>
              <w:txbxContent>
                <w:p w:rsidR="009C0B9D" w:rsidRPr="00A46037" w:rsidRDefault="009C0B9D" w:rsidP="00050C81">
                  <w:pPr>
                    <w:ind w:left="0" w:firstLine="0"/>
                    <w:rPr>
                      <w:color w:val="002060"/>
                      <w:sz w:val="36"/>
                      <w:szCs w:val="36"/>
                    </w:rPr>
                  </w:pPr>
                  <w:r w:rsidRPr="00A46037">
                    <w:rPr>
                      <w:color w:val="002060"/>
                      <w:sz w:val="36"/>
                      <w:szCs w:val="36"/>
                    </w:rPr>
                    <w:t>Contact Info:</w:t>
                  </w:r>
                </w:p>
                <w:p w:rsidR="009C0B9D" w:rsidRDefault="009C0B9D" w:rsidP="00050C81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>
                    <w:rPr>
                      <w:color w:val="002060"/>
                      <w:sz w:val="24"/>
                      <w:szCs w:val="24"/>
                    </w:rPr>
                    <w:t>Current Address:</w:t>
                  </w:r>
                  <w:r w:rsidR="00C03927">
                    <w:rPr>
                      <w:color w:val="002060"/>
                      <w:sz w:val="24"/>
                      <w:szCs w:val="24"/>
                    </w:rPr>
                    <w:t xml:space="preserve"> </w:t>
                  </w:r>
                </w:p>
                <w:p w:rsidR="009C0B9D" w:rsidRPr="00DC29D2" w:rsidRDefault="009C0B9D" w:rsidP="00050C81">
                  <w:pPr>
                    <w:ind w:left="0" w:firstLine="0"/>
                    <w:rPr>
                      <w:color w:val="002060"/>
                      <w:sz w:val="24"/>
                      <w:szCs w:val="24"/>
                    </w:rPr>
                  </w:pPr>
                  <w:r>
                    <w:rPr>
                      <w:color w:val="002060"/>
                      <w:sz w:val="24"/>
                      <w:szCs w:val="24"/>
                    </w:rPr>
                    <w:t>Residence:</w:t>
                  </w:r>
                  <w:r w:rsidR="00C03927">
                    <w:rPr>
                      <w:color w:val="002060"/>
                      <w:sz w:val="24"/>
                      <w:szCs w:val="24"/>
                    </w:rPr>
                    <w:t xml:space="preserve"> </w:t>
                  </w:r>
                </w:p>
                <w:p w:rsidR="009C0B9D" w:rsidRPr="00A46037" w:rsidRDefault="009C0B9D" w:rsidP="00050C81">
                  <w:pPr>
                    <w:ind w:left="0" w:firstLine="0"/>
                    <w:rPr>
                      <w:color w:val="002060"/>
                      <w:sz w:val="36"/>
                      <w:szCs w:val="36"/>
                    </w:rPr>
                  </w:pPr>
                  <w:r w:rsidRPr="00A46037">
                    <w:rPr>
                      <w:color w:val="002060"/>
                      <w:sz w:val="36"/>
                      <w:szCs w:val="36"/>
                    </w:rPr>
                    <w:t>Personal Info:</w:t>
                  </w:r>
                </w:p>
                <w:p w:rsidR="009C0B9D" w:rsidRPr="00050C81" w:rsidRDefault="009C0B9D" w:rsidP="00050C81">
                  <w:pPr>
                    <w:ind w:left="0" w:firstLine="0"/>
                    <w:rPr>
                      <w:color w:val="002060"/>
                    </w:rPr>
                  </w:pPr>
                  <w:r w:rsidRPr="00050C81">
                    <w:rPr>
                      <w:color w:val="002060"/>
                    </w:rPr>
                    <w:t>Activities:</w:t>
                  </w:r>
                  <w:r w:rsidR="00932368">
                    <w:rPr>
                      <w:color w:val="002060"/>
                    </w:rPr>
                    <w:t xml:space="preserve"> </w:t>
                  </w:r>
                </w:p>
                <w:p w:rsidR="00A01FE0" w:rsidRDefault="009C0B9D" w:rsidP="00050C81">
                  <w:pPr>
                    <w:ind w:left="0" w:firstLine="0"/>
                    <w:rPr>
                      <w:color w:val="002060"/>
                    </w:rPr>
                  </w:pPr>
                  <w:r w:rsidRPr="00050C81">
                    <w:rPr>
                      <w:color w:val="002060"/>
                    </w:rPr>
                    <w:t>Interests:</w:t>
                  </w:r>
                  <w:r w:rsidR="00932368">
                    <w:rPr>
                      <w:color w:val="002060"/>
                    </w:rPr>
                    <w:t xml:space="preserve"> </w:t>
                  </w:r>
                </w:p>
                <w:p w:rsidR="009C0B9D" w:rsidRDefault="009C0B9D" w:rsidP="00050C81">
                  <w:pPr>
                    <w:ind w:left="0" w:firstLine="0"/>
                    <w:rPr>
                      <w:color w:val="002060"/>
                    </w:rPr>
                  </w:pPr>
                  <w:r>
                    <w:rPr>
                      <w:color w:val="002060"/>
                    </w:rPr>
                    <w:t>Favorite Music:</w:t>
                  </w:r>
                  <w:r w:rsidR="00932368">
                    <w:rPr>
                      <w:color w:val="002060"/>
                    </w:rPr>
                    <w:t xml:space="preserve"> </w:t>
                  </w:r>
                </w:p>
                <w:p w:rsidR="009C0B9D" w:rsidRDefault="009C0B9D" w:rsidP="00932368">
                  <w:pPr>
                    <w:ind w:left="1350" w:hanging="1350"/>
                    <w:rPr>
                      <w:color w:val="002060"/>
                    </w:rPr>
                  </w:pPr>
                  <w:r>
                    <w:rPr>
                      <w:color w:val="002060"/>
                    </w:rPr>
                    <w:t>Favorite Book:</w:t>
                  </w:r>
                  <w:r w:rsidR="00932368">
                    <w:rPr>
                      <w:color w:val="002060"/>
                    </w:rPr>
                    <w:t xml:space="preserve"> </w:t>
                  </w:r>
                </w:p>
                <w:p w:rsidR="009C0B9D" w:rsidRDefault="009C0B9D" w:rsidP="00932368">
                  <w:pPr>
                    <w:ind w:left="2070" w:hanging="2070"/>
                    <w:rPr>
                      <w:color w:val="002060"/>
                    </w:rPr>
                  </w:pPr>
                  <w:r>
                    <w:rPr>
                      <w:color w:val="002060"/>
                    </w:rPr>
                    <w:t>Favorite Quotations:</w:t>
                  </w:r>
                  <w:r w:rsidR="00932368">
                    <w:rPr>
                      <w:color w:val="002060"/>
                    </w:rPr>
                    <w:t xml:space="preserve">  </w:t>
                  </w:r>
                </w:p>
                <w:p w:rsidR="009C0B9D" w:rsidRPr="00050C81" w:rsidRDefault="009C0B9D" w:rsidP="00050C81">
                  <w:pPr>
                    <w:ind w:left="0" w:firstLine="0"/>
                    <w:rPr>
                      <w:color w:val="002060"/>
                    </w:rPr>
                  </w:pPr>
                  <w:r>
                    <w:rPr>
                      <w:color w:val="002060"/>
                    </w:rPr>
                    <w:t>About Me:</w:t>
                  </w:r>
                  <w:r w:rsidR="00932368">
                    <w:rPr>
                      <w:color w:val="002060"/>
                    </w:rPr>
                    <w:t xml:space="preserve"> </w:t>
                  </w:r>
                </w:p>
                <w:p w:rsidR="009C0B9D" w:rsidRDefault="009C0B9D" w:rsidP="00050C81">
                  <w:pPr>
                    <w:ind w:left="0" w:firstLine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-31.5pt;margin-top:14.85pt;width:231.75pt;height:207.85pt;z-index:251667456" strokecolor="#002060">
            <v:textbox>
              <w:txbxContent>
                <w:p w:rsidR="009C0B9D" w:rsidRDefault="009C0B9D">
                  <w:pPr>
                    <w:ind w:left="0"/>
                  </w:pPr>
                </w:p>
              </w:txbxContent>
            </v:textbox>
          </v:shape>
        </w:pict>
      </w:r>
    </w:p>
    <w:p w:rsidR="00C02CF7" w:rsidRDefault="00C02CF7" w:rsidP="00982B24">
      <w:pPr>
        <w:jc w:val="center"/>
      </w:pPr>
    </w:p>
    <w:p w:rsidR="00C02CF7" w:rsidRDefault="00A01FE0" w:rsidP="00982B24">
      <w:pPr>
        <w:jc w:val="center"/>
      </w:pPr>
      <w:r>
        <w:rPr>
          <w:noProof/>
        </w:rPr>
        <w:pict>
          <v:shape id="_x0000_s1039" type="#_x0000_t202" style="position:absolute;left:0;text-align:left;margin-left:55.55pt;margin-top:21.05pt;width:64.75pt;height:38.65pt;z-index:251672576" strokecolor="#002060">
            <v:textbox>
              <w:txbxContent>
                <w:p w:rsidR="008D4C78" w:rsidRPr="008D4C78" w:rsidRDefault="008D4C78" w:rsidP="008D4C78">
                  <w:pPr>
                    <w:spacing w:line="240" w:lineRule="auto"/>
                    <w:ind w:left="0"/>
                    <w:contextualSpacing/>
                    <w:jc w:val="center"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-23.25pt;margin-top:21.05pt;width:70.65pt;height:38.65pt;z-index:251671552" strokecolor="#002060">
            <v:textbox>
              <w:txbxContent>
                <w:p w:rsidR="008D4C78" w:rsidRPr="008D4C78" w:rsidRDefault="008D4C78" w:rsidP="00A01FE0">
                  <w:pPr>
                    <w:spacing w:line="240" w:lineRule="auto"/>
                    <w:ind w:left="0" w:firstLine="0"/>
                    <w:contextualSpacing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F498F">
        <w:rPr>
          <w:noProof/>
        </w:rPr>
        <w:pict>
          <v:shape id="_x0000_s1040" type="#_x0000_t202" style="position:absolute;left:0;text-align:left;margin-left:126.9pt;margin-top:21.05pt;width:66.3pt;height:38.65pt;z-index:251673600" strokecolor="#002060">
            <v:textbox>
              <w:txbxContent>
                <w:p w:rsidR="009C0B9D" w:rsidRPr="008D4C78" w:rsidRDefault="009C0B9D" w:rsidP="008D4C78">
                  <w:pPr>
                    <w:spacing w:line="240" w:lineRule="auto"/>
                    <w:ind w:left="0"/>
                    <w:contextualSpacing/>
                    <w:jc w:val="center"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A01FE0" w:rsidP="00982B24">
      <w:pPr>
        <w:jc w:val="center"/>
      </w:pPr>
      <w:r>
        <w:rPr>
          <w:noProof/>
        </w:rPr>
        <w:pict>
          <v:shape id="_x0000_s1037" type="#_x0000_t202" style="position:absolute;left:0;text-align:left;margin-left:126.9pt;margin-top:-.25pt;width:66.3pt;height:37.35pt;z-index:251670528" strokecolor="#002060">
            <v:textbox>
              <w:txbxContent>
                <w:p w:rsidR="009C0B9D" w:rsidRPr="005B5D6A" w:rsidRDefault="009C0B9D" w:rsidP="005B5D6A">
                  <w:pPr>
                    <w:spacing w:line="240" w:lineRule="auto"/>
                    <w:ind w:left="0"/>
                    <w:contextualSpacing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55.55pt;margin-top:-.25pt;width:64.75pt;height:37.35pt;z-index:251669504" strokecolor="#002060">
            <v:textbox>
              <w:txbxContent>
                <w:p w:rsidR="005B5D6A" w:rsidRPr="005B5D6A" w:rsidRDefault="005B5D6A" w:rsidP="005B5D6A">
                  <w:pPr>
                    <w:spacing w:line="240" w:lineRule="auto"/>
                    <w:ind w:left="0"/>
                    <w:contextualSpacing/>
                    <w:jc w:val="center"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F498F">
        <w:rPr>
          <w:noProof/>
        </w:rPr>
        <w:pict>
          <v:shape id="_x0000_s1035" type="#_x0000_t202" style="position:absolute;left:0;text-align:left;margin-left:-26.75pt;margin-top:-.25pt;width:74.15pt;height:37.35pt;z-index:251668480" strokecolor="#002060">
            <v:textbox>
              <w:txbxContent>
                <w:p w:rsidR="005B5D6A" w:rsidRPr="005B5D6A" w:rsidRDefault="005B5D6A" w:rsidP="005B5D6A">
                  <w:pPr>
                    <w:spacing w:line="240" w:lineRule="auto"/>
                    <w:ind w:left="0"/>
                    <w:contextualSpacing/>
                    <w:jc w:val="center"/>
                    <w:rPr>
                      <w:b/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C02CF7" w:rsidRDefault="00C02CF7" w:rsidP="00982B24">
      <w:pPr>
        <w:jc w:val="center"/>
      </w:pPr>
    </w:p>
    <w:p w:rsidR="00025D3A" w:rsidRDefault="009F498F" w:rsidP="00982B24">
      <w:pPr>
        <w:jc w:val="center"/>
      </w:pPr>
      <w:r>
        <w:rPr>
          <w:noProof/>
        </w:rPr>
        <w:lastRenderedPageBreak/>
        <w:pict>
          <v:shape id="_x0000_s1076" type="#_x0000_t202" style="position:absolute;left:0;text-align:left;margin-left:-33.75pt;margin-top:4.6pt;width:228.1pt;height:170.5pt;z-index:251707392" strokecolor="#002060">
            <v:textbox>
              <w:txbxContent>
                <w:p w:rsidR="002209F4" w:rsidRPr="002209F4" w:rsidRDefault="004F03D8" w:rsidP="002209F4">
                  <w:pPr>
                    <w:spacing w:line="240" w:lineRule="auto"/>
                    <w:ind w:left="0"/>
                    <w:contextualSpacing/>
                    <w:rPr>
                      <w:color w:val="002060"/>
                      <w:sz w:val="24"/>
                      <w:szCs w:val="24"/>
                    </w:rPr>
                  </w:pPr>
                  <w:r w:rsidRPr="002209F4">
                    <w:rPr>
                      <w:color w:val="002060"/>
                      <w:sz w:val="24"/>
                      <w:szCs w:val="24"/>
                    </w:rPr>
                    <w:t>Member of:</w:t>
                  </w:r>
                  <w:r w:rsidR="002209F4" w:rsidRPr="002209F4">
                    <w:rPr>
                      <w:color w:val="002060"/>
                      <w:sz w:val="24"/>
                      <w:szCs w:val="24"/>
                    </w:rPr>
                    <w:t xml:space="preserve"> </w:t>
                  </w:r>
                </w:p>
                <w:p w:rsidR="004F03D8" w:rsidRPr="002209F4" w:rsidRDefault="004F03D8" w:rsidP="002209F4">
                  <w:pPr>
                    <w:spacing w:line="240" w:lineRule="auto"/>
                    <w:ind w:left="0"/>
                    <w:contextualSpacing/>
                    <w:rPr>
                      <w:color w:val="00206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left:0;text-align:left;margin-left:-33.75pt;margin-top:-27.3pt;width:224.7pt;height:24.45pt;z-index:251706368;mso-width-relative:margin;mso-height-relative:margin" fillcolor="#4f81bd [3204]" strokecolor="#f2f2f2 [3041]" strokeweight="3pt">
            <v:shadow on="t" type="perspective" color="#243f60 [1604]" opacity=".5" offset="1pt" offset2="-1pt"/>
            <v:textbox>
              <w:txbxContent>
                <w:p w:rsidR="009C0B9D" w:rsidRPr="00DC29D2" w:rsidRDefault="009C0B9D" w:rsidP="009C0B9D">
                  <w:pPr>
                    <w:ind w:left="0" w:firstLine="0"/>
                    <w:rPr>
                      <w:b/>
                      <w:color w:val="002060"/>
                      <w:sz w:val="24"/>
                      <w:szCs w:val="24"/>
                    </w:rPr>
                  </w:pPr>
                  <w:r>
                    <w:rPr>
                      <w:b/>
                      <w:color w:val="002060"/>
                      <w:sz w:val="24"/>
                      <w:szCs w:val="24"/>
                    </w:rPr>
                    <w:t>Groups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left:0;text-align:left;margin-left:286.55pt;margin-top:19.55pt;width:203.95pt;height:19.05pt;z-index:251702272" strokecolor="#002060">
            <v:textbox>
              <w:txbxContent>
                <w:p w:rsidR="009C0B9D" w:rsidRPr="006F1585" w:rsidRDefault="009C0B9D" w:rsidP="006F1585">
                  <w:pPr>
                    <w:ind w:left="0" w:firstLine="0"/>
                    <w:rPr>
                      <w:color w:val="00206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212.35pt;margin-top:14.15pt;width:305.8pt;height:108.7pt;z-index:251681792;mso-width-relative:margin;mso-height-relative:margin" strokecolor="#002060">
            <v:textbox>
              <w:txbxContent>
                <w:p w:rsidR="009C0B9D" w:rsidRDefault="009C0B9D" w:rsidP="00134D58"/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212.35pt;margin-top:-30.7pt;width:316.4pt;height:27.85pt;z-index:251676672;mso-width-relative:margin;mso-height-relative:margin" fillcolor="#4f81bd [3204]" strokecolor="#f2f2f2 [3041]" strokeweight="3pt">
            <v:shadow on="t" type="perspective" color="#243f60 [1604]" opacity=".5" offset="1pt" offset2="-1pt"/>
            <v:textbox>
              <w:txbxContent>
                <w:p w:rsidR="009C0B9D" w:rsidRPr="002C5C1F" w:rsidRDefault="009C0B9D" w:rsidP="00E96986">
                  <w:pPr>
                    <w:ind w:left="0" w:firstLine="0"/>
                    <w:rPr>
                      <w:b/>
                      <w:color w:val="002060"/>
                      <w:sz w:val="24"/>
                      <w:szCs w:val="24"/>
                    </w:rPr>
                  </w:pPr>
                  <w:r>
                    <w:rPr>
                      <w:b/>
                      <w:color w:val="002060"/>
                      <w:sz w:val="24"/>
                      <w:szCs w:val="24"/>
                    </w:rPr>
                    <w:t>Wall</w:t>
                  </w:r>
                </w:p>
              </w:txbxContent>
            </v:textbox>
          </v:shape>
        </w:pict>
      </w:r>
    </w:p>
    <w:p w:rsidR="00E96986" w:rsidRDefault="009F498F" w:rsidP="00982B24">
      <w:pPr>
        <w:jc w:val="center"/>
      </w:pPr>
      <w:r>
        <w:rPr>
          <w:noProof/>
        </w:rPr>
        <w:pict>
          <v:shape id="_x0000_s1059" type="#_x0000_t202" style="position:absolute;left:0;text-align:left;margin-left:286.55pt;margin-top:23.6pt;width:231.6pt;height:73.8pt;z-index:251692032" strokecolor="#002060">
            <v:textbox>
              <w:txbxContent>
                <w:p w:rsidR="009C0B9D" w:rsidRPr="006F1585" w:rsidRDefault="009C0B9D" w:rsidP="005C2029">
                  <w:pPr>
                    <w:ind w:left="0"/>
                    <w:rPr>
                      <w:color w:val="00206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219.95pt;margin-top:8.4pt;width:59.05pt;height:61.8pt;z-index:251683840" fillcolor="#4f81bd [3204]" strokecolor="#f2f2f2 [3041]" strokeweight="3pt">
            <v:shadow on="t" type="perspective" color="#243f60 [1604]" opacity=".5" offset="1pt" offset2="-1pt"/>
            <v:textbox>
              <w:txbxContent>
                <w:p w:rsidR="009C0B9D" w:rsidRDefault="009C0B9D" w:rsidP="00134D58">
                  <w:pPr>
                    <w:ind w:left="0"/>
                    <w:jc w:val="center"/>
                  </w:pPr>
                  <w:r>
                    <w:t>Picture</w:t>
                  </w:r>
                </w:p>
              </w:txbxContent>
            </v:textbox>
          </v:shape>
        </w:pict>
      </w:r>
    </w:p>
    <w:p w:rsidR="00E96986" w:rsidRDefault="00E96986" w:rsidP="00982B24">
      <w:pPr>
        <w:jc w:val="center"/>
      </w:pPr>
    </w:p>
    <w:p w:rsidR="00E96986" w:rsidRDefault="00E96986" w:rsidP="00982B24">
      <w:pPr>
        <w:jc w:val="center"/>
      </w:pPr>
    </w:p>
    <w:p w:rsidR="00E96986" w:rsidRDefault="00E96986" w:rsidP="00982B24">
      <w:pPr>
        <w:jc w:val="center"/>
      </w:pPr>
    </w:p>
    <w:p w:rsidR="00E96986" w:rsidRDefault="009F498F" w:rsidP="005C2029">
      <w:r>
        <w:rPr>
          <w:noProof/>
        </w:rPr>
        <w:pict>
          <v:shape id="_x0000_s1072" type="#_x0000_t202" style="position:absolute;left:0;text-align:left;margin-left:286.55pt;margin-top:22.05pt;width:203.95pt;height:19.05pt;z-index:251703296" strokecolor="#002060">
            <v:textbox>
              <w:txbxContent>
                <w:p w:rsidR="009C0B9D" w:rsidRPr="002209F4" w:rsidRDefault="009C0B9D" w:rsidP="00A92B17">
                  <w:pPr>
                    <w:ind w:left="0"/>
                    <w:rPr>
                      <w:color w:val="00206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212.35pt;margin-top:17.35pt;width:305.8pt;height:108.7pt;z-index:251693056;mso-width-relative:margin;mso-height-relative:margin" strokecolor="#002060">
            <v:textbox>
              <w:txbxContent>
                <w:p w:rsidR="009C0B9D" w:rsidRDefault="009C0B9D" w:rsidP="005C2029"/>
              </w:txbxContent>
            </v:textbox>
          </v:shape>
        </w:pict>
      </w:r>
    </w:p>
    <w:p w:rsidR="00E96986" w:rsidRDefault="009F498F" w:rsidP="00982B24">
      <w:pPr>
        <w:jc w:val="center"/>
      </w:pPr>
      <w:r>
        <w:rPr>
          <w:noProof/>
        </w:rPr>
        <w:pict>
          <v:shape id="_x0000_s1065" type="#_x0000_t202" style="position:absolute;left:0;text-align:left;margin-left:219.95pt;margin-top:15.65pt;width:59.05pt;height:61.8pt;z-index:251696128" fillcolor="#4f81bd [3204]" strokecolor="#f2f2f2 [3041]" strokeweight="3pt">
            <v:shadow on="t" type="perspective" color="#243f60 [1604]" opacity=".5" offset="1pt" offset2="-1pt"/>
            <v:textbox>
              <w:txbxContent>
                <w:p w:rsidR="009C0B9D" w:rsidRDefault="009C0B9D" w:rsidP="005C2029">
                  <w:pPr>
                    <w:ind w:left="0"/>
                    <w:jc w:val="center"/>
                  </w:pPr>
                  <w:r>
                    <w:t>Picture</w:t>
                  </w:r>
                </w:p>
              </w:txbxContent>
            </v:textbox>
          </v:shape>
        </w:pict>
      </w:r>
    </w:p>
    <w:p w:rsidR="00E96986" w:rsidRDefault="009F498F" w:rsidP="00982B24">
      <w:pPr>
        <w:jc w:val="center"/>
      </w:pPr>
      <w:r>
        <w:rPr>
          <w:noProof/>
        </w:rPr>
        <w:pict>
          <v:shape id="_x0000_s1068" type="#_x0000_t202" style="position:absolute;left:0;text-align:left;margin-left:286.55pt;margin-top:1.35pt;width:231.6pt;height:73.8pt;z-index:251699200" strokecolor="#002060">
            <v:textbox>
              <w:txbxContent>
                <w:p w:rsidR="009C0B9D" w:rsidRPr="002209F4" w:rsidRDefault="009C0B9D" w:rsidP="002209F4">
                  <w:pPr>
                    <w:ind w:left="0" w:firstLine="0"/>
                    <w:rPr>
                      <w:color w:val="00206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E96986" w:rsidRDefault="00E96986" w:rsidP="00982B24">
      <w:pPr>
        <w:jc w:val="center"/>
      </w:pPr>
    </w:p>
    <w:p w:rsidR="00E96986" w:rsidRDefault="009F498F" w:rsidP="006F1585">
      <w:pPr>
        <w:tabs>
          <w:tab w:val="left" w:pos="1617"/>
        </w:tabs>
      </w:pPr>
      <w:r>
        <w:rPr>
          <w:noProof/>
        </w:rPr>
        <w:pict>
          <v:shape id="_x0000_s1082" type="#_x0000_t202" style="position:absolute;left:0;text-align:left;margin-left:-27.35pt;margin-top:24.25pt;width:224.7pt;height:24.45pt;z-index:251726848;mso-width-relative:margin;mso-height-relative:margin" fillcolor="#4f81bd [3204]" strokecolor="#f2f2f2 [3041]" strokeweight="3pt">
            <v:shadow on="t" type="perspective" color="#243f60 [1604]" opacity=".5" offset="1pt" offset2="-1pt"/>
            <v:textbox>
              <w:txbxContent>
                <w:p w:rsidR="00623326" w:rsidRPr="00DC29D2" w:rsidRDefault="00623326" w:rsidP="00623326">
                  <w:pPr>
                    <w:ind w:left="0" w:firstLine="0"/>
                    <w:rPr>
                      <w:b/>
                      <w:color w:val="002060"/>
                      <w:sz w:val="24"/>
                      <w:szCs w:val="24"/>
                    </w:rPr>
                  </w:pPr>
                  <w:r>
                    <w:rPr>
                      <w:b/>
                      <w:color w:val="002060"/>
                      <w:sz w:val="24"/>
                      <w:szCs w:val="24"/>
                    </w:rPr>
                    <w:t>Historical Info</w:t>
                  </w:r>
                </w:p>
              </w:txbxContent>
            </v:textbox>
          </v:shape>
        </w:pict>
      </w:r>
      <w:r w:rsidR="006F1585">
        <w:tab/>
      </w:r>
    </w:p>
    <w:p w:rsidR="00E96986" w:rsidRDefault="00E96986" w:rsidP="00982B24">
      <w:pPr>
        <w:jc w:val="center"/>
      </w:pPr>
    </w:p>
    <w:p w:rsidR="00E96986" w:rsidRDefault="009F498F" w:rsidP="00982B24">
      <w:pPr>
        <w:jc w:val="center"/>
      </w:pPr>
      <w:r>
        <w:rPr>
          <w:noProof/>
        </w:rPr>
        <w:pict>
          <v:shape id="_x0000_s1081" type="#_x0000_t202" style="position:absolute;left:0;text-align:left;margin-left:-27.35pt;margin-top:1.2pt;width:228.1pt;height:241.75pt;z-index:251725824" strokecolor="#002060">
            <v:textbox>
              <w:txbxContent>
                <w:p w:rsidR="00623326" w:rsidRPr="00D35E48" w:rsidRDefault="00386F05" w:rsidP="00D35E48">
                  <w:pPr>
                    <w:spacing w:line="240" w:lineRule="auto"/>
                    <w:ind w:left="0" w:firstLine="0"/>
                    <w:contextualSpacing/>
                    <w:rPr>
                      <w:color w:val="002060"/>
                      <w:sz w:val="28"/>
                      <w:szCs w:val="28"/>
                    </w:rPr>
                  </w:pPr>
                  <w:r>
                    <w:rPr>
                      <w:color w:val="002060"/>
                      <w:sz w:val="28"/>
                      <w:szCs w:val="28"/>
                    </w:rPr>
                    <w:t>Did your delegate sing</w:t>
                  </w:r>
                  <w:r w:rsidR="00623326" w:rsidRPr="00D35E48">
                    <w:rPr>
                      <w:color w:val="002060"/>
                      <w:sz w:val="28"/>
                      <w:szCs w:val="28"/>
                    </w:rPr>
                    <w:t xml:space="preserve"> the new Constitution?</w:t>
                  </w:r>
                  <w:r w:rsidR="00A01FE0">
                    <w:rPr>
                      <w:color w:val="002060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left:0;text-align:left;margin-left:290.4pt;margin-top:6.65pt;width:203.95pt;height:19.05pt;z-index:251704320" strokecolor="#002060">
            <v:textbox>
              <w:txbxContent>
                <w:p w:rsidR="009C0B9D" w:rsidRPr="006F1585" w:rsidRDefault="009C0B9D" w:rsidP="00A92B17">
                  <w:pPr>
                    <w:ind w:left="0"/>
                    <w:rPr>
                      <w:color w:val="00206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left:0;text-align:left;margin-left:224.1pt;margin-top:20.25pt;width:59.05pt;height:61.8pt;z-index:251697152" fillcolor="#4f81bd [3204]" strokecolor="#f2f2f2 [3041]" strokeweight="3pt">
            <v:shadow on="t" type="perspective" color="#243f60 [1604]" opacity=".5" offset="1pt" offset2="-1pt"/>
            <v:textbox>
              <w:txbxContent>
                <w:p w:rsidR="009C0B9D" w:rsidRDefault="009C0B9D" w:rsidP="005C2029">
                  <w:pPr>
                    <w:ind w:left="0"/>
                    <w:jc w:val="center"/>
                  </w:pPr>
                  <w:r>
                    <w:t>Picture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216.2pt;margin-top:1.2pt;width:305.8pt;height:108.7pt;z-index:251694080;mso-width-relative:margin;mso-height-relative:margin" strokecolor="#002060">
            <v:textbox>
              <w:txbxContent>
                <w:p w:rsidR="009C0B9D" w:rsidRDefault="009C0B9D" w:rsidP="005C2029"/>
              </w:txbxContent>
            </v:textbox>
          </v:shape>
        </w:pict>
      </w:r>
    </w:p>
    <w:p w:rsidR="00E96986" w:rsidRDefault="00623326" w:rsidP="00623326">
      <w:pPr>
        <w:tabs>
          <w:tab w:val="left" w:pos="3123"/>
          <w:tab w:val="center" w:pos="5745"/>
        </w:tabs>
      </w:pPr>
      <w:r>
        <w:tab/>
      </w:r>
      <w:r>
        <w:tab/>
      </w:r>
      <w:r w:rsidR="009F498F">
        <w:rPr>
          <w:noProof/>
        </w:rPr>
        <w:pict>
          <v:shape id="_x0000_s1069" type="#_x0000_t202" style="position:absolute;left:0;text-align:left;margin-left:290.4pt;margin-top:10.65pt;width:231.6pt;height:73.8pt;z-index:251700224;mso-position-horizontal-relative:text;mso-position-vertical-relative:text" strokecolor="#002060">
            <v:textbox>
              <w:txbxContent>
                <w:p w:rsidR="009C0B9D" w:rsidRPr="006F1585" w:rsidRDefault="009C0B9D" w:rsidP="00D3120A">
                  <w:pPr>
                    <w:ind w:left="-90" w:firstLine="4"/>
                    <w:rPr>
                      <w:color w:val="00206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E96986" w:rsidRDefault="00E96986" w:rsidP="00982B24">
      <w:pPr>
        <w:jc w:val="center"/>
      </w:pPr>
    </w:p>
    <w:p w:rsidR="00E96986" w:rsidRDefault="00E96986" w:rsidP="006F1585"/>
    <w:p w:rsidR="00E96986" w:rsidRDefault="00E96986" w:rsidP="00982B24">
      <w:pPr>
        <w:jc w:val="center"/>
      </w:pPr>
    </w:p>
    <w:p w:rsidR="00E96986" w:rsidRDefault="009F498F" w:rsidP="00982B24">
      <w:pPr>
        <w:jc w:val="center"/>
      </w:pPr>
      <w:r>
        <w:rPr>
          <w:noProof/>
        </w:rPr>
        <w:pict>
          <v:shape id="_x0000_s1064" type="#_x0000_t202" style="position:absolute;left:0;text-align:left;margin-left:216.2pt;margin-top:10.55pt;width:305.8pt;height:116.85pt;z-index:251695104;mso-width-relative:margin;mso-height-relative:margin" strokecolor="#002060">
            <v:textbox>
              <w:txbxContent>
                <w:p w:rsidR="009C0B9D" w:rsidRDefault="009C0B9D" w:rsidP="005C2029"/>
              </w:txbxContent>
            </v:textbox>
          </v:shape>
        </w:pict>
      </w:r>
      <w:r>
        <w:rPr>
          <w:noProof/>
        </w:rPr>
        <w:pict>
          <v:shape id="_x0000_s1074" type="#_x0000_t202" style="position:absolute;left:0;text-align:left;margin-left:286.55pt;margin-top:17.35pt;width:203.95pt;height:19.05pt;z-index:251705344" strokecolor="#002060">
            <v:textbox>
              <w:txbxContent>
                <w:p w:rsidR="009C0B9D" w:rsidRPr="00D3120A" w:rsidRDefault="009C0B9D" w:rsidP="00A92B17">
                  <w:pPr>
                    <w:ind w:left="0"/>
                    <w:rPr>
                      <w:color w:val="00206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E96986" w:rsidRDefault="009F498F" w:rsidP="00982B24">
      <w:pPr>
        <w:jc w:val="center"/>
      </w:pPr>
      <w:r>
        <w:rPr>
          <w:noProof/>
        </w:rPr>
        <w:pict>
          <v:shape id="_x0000_s1070" type="#_x0000_t202" style="position:absolute;left:0;text-align:left;margin-left:286.55pt;margin-top:20pt;width:235.45pt;height:81.95pt;z-index:251701248" strokecolor="#002060">
            <v:textbox>
              <w:txbxContent>
                <w:p w:rsidR="009C0B9D" w:rsidRPr="00D3120A" w:rsidRDefault="009C0B9D" w:rsidP="00D3120A">
                  <w:pPr>
                    <w:ind w:left="-90" w:firstLine="4"/>
                    <w:rPr>
                      <w:color w:val="00206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left:0;text-align:left;margin-left:219.95pt;margin-top:5.5pt;width:59.05pt;height:61.8pt;z-index:251698176" fillcolor="#4f81bd [3204]" strokecolor="#f2f2f2 [3041]" strokeweight="3pt">
            <v:shadow on="t" type="perspective" color="#243f60 [1604]" opacity=".5" offset="1pt" offset2="-1pt"/>
            <v:textbox>
              <w:txbxContent>
                <w:p w:rsidR="009C0B9D" w:rsidRDefault="009C0B9D" w:rsidP="005C2029">
                  <w:pPr>
                    <w:ind w:left="0"/>
                    <w:jc w:val="center"/>
                  </w:pPr>
                  <w:r>
                    <w:t>Picture</w:t>
                  </w:r>
                </w:p>
              </w:txbxContent>
            </v:textbox>
          </v:shape>
        </w:pict>
      </w:r>
    </w:p>
    <w:p w:rsidR="00E96986" w:rsidRDefault="00E96986" w:rsidP="00982B24">
      <w:pPr>
        <w:jc w:val="center"/>
      </w:pPr>
    </w:p>
    <w:p w:rsidR="00E96986" w:rsidRDefault="00E96986" w:rsidP="00982B24">
      <w:pPr>
        <w:jc w:val="center"/>
      </w:pPr>
    </w:p>
    <w:p w:rsidR="00E96986" w:rsidRDefault="00D3120A" w:rsidP="00D3120A">
      <w:pPr>
        <w:tabs>
          <w:tab w:val="left" w:pos="1752"/>
        </w:tabs>
      </w:pPr>
      <w:r>
        <w:tab/>
      </w:r>
      <w:r>
        <w:tab/>
      </w:r>
    </w:p>
    <w:p w:rsidR="00E96986" w:rsidRDefault="00E96986" w:rsidP="00982B24">
      <w:pPr>
        <w:jc w:val="center"/>
      </w:pPr>
    </w:p>
    <w:p w:rsidR="00E96986" w:rsidRDefault="00E96986" w:rsidP="00982B24">
      <w:pPr>
        <w:jc w:val="center"/>
      </w:pPr>
    </w:p>
    <w:p w:rsidR="00E96986" w:rsidRDefault="00E96986" w:rsidP="00982B24">
      <w:pPr>
        <w:jc w:val="center"/>
      </w:pPr>
    </w:p>
    <w:p w:rsidR="00E96986" w:rsidRDefault="00E96986" w:rsidP="00982B24">
      <w:pPr>
        <w:jc w:val="center"/>
      </w:pPr>
    </w:p>
    <w:p w:rsidR="00E96986" w:rsidRDefault="00E96986" w:rsidP="00982B24">
      <w:pPr>
        <w:jc w:val="center"/>
      </w:pPr>
    </w:p>
    <w:p w:rsidR="00E96986" w:rsidRPr="00982B24" w:rsidRDefault="00E96986" w:rsidP="00982B24">
      <w:pPr>
        <w:jc w:val="center"/>
      </w:pPr>
    </w:p>
    <w:sectPr w:rsidR="00E96986" w:rsidRPr="00982B24" w:rsidSect="00C02CF7">
      <w:headerReference w:type="default" r:id="rId7"/>
      <w:pgSz w:w="12240" w:h="15840"/>
      <w:pgMar w:top="1008" w:right="1008" w:bottom="1008" w:left="1008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FC9" w:rsidRDefault="008C0FC9" w:rsidP="003D745D">
      <w:pPr>
        <w:spacing w:after="0" w:line="240" w:lineRule="auto"/>
      </w:pPr>
      <w:r>
        <w:separator/>
      </w:r>
    </w:p>
  </w:endnote>
  <w:endnote w:type="continuationSeparator" w:id="0">
    <w:p w:rsidR="008C0FC9" w:rsidRDefault="008C0FC9" w:rsidP="003D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FC9" w:rsidRDefault="008C0FC9" w:rsidP="003D745D">
      <w:pPr>
        <w:spacing w:after="0" w:line="240" w:lineRule="auto"/>
      </w:pPr>
      <w:r>
        <w:separator/>
      </w:r>
    </w:p>
  </w:footnote>
  <w:footnote w:type="continuationSeparator" w:id="0">
    <w:p w:rsidR="008C0FC9" w:rsidRDefault="008C0FC9" w:rsidP="003D7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9D" w:rsidRPr="003D745D" w:rsidRDefault="009C0B9D">
    <w:pPr>
      <w:pStyle w:val="Head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-543392</wp:posOffset>
          </wp:positionH>
          <wp:positionV relativeFrom="paragraph">
            <wp:posOffset>-185468</wp:posOffset>
          </wp:positionV>
          <wp:extent cx="7598074" cy="603849"/>
          <wp:effectExtent l="19050" t="0" r="2876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575" cy="6047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1186D"/>
    <w:rsid w:val="00025D3A"/>
    <w:rsid w:val="00050C81"/>
    <w:rsid w:val="001342CA"/>
    <w:rsid w:val="00134D58"/>
    <w:rsid w:val="001D132B"/>
    <w:rsid w:val="0021186D"/>
    <w:rsid w:val="002209F4"/>
    <w:rsid w:val="002549B4"/>
    <w:rsid w:val="0028268A"/>
    <w:rsid w:val="002C5C1F"/>
    <w:rsid w:val="003622B4"/>
    <w:rsid w:val="00386F05"/>
    <w:rsid w:val="003B10B8"/>
    <w:rsid w:val="003D745D"/>
    <w:rsid w:val="00452729"/>
    <w:rsid w:val="004706AD"/>
    <w:rsid w:val="004A2331"/>
    <w:rsid w:val="004F03D8"/>
    <w:rsid w:val="004F7569"/>
    <w:rsid w:val="00556E09"/>
    <w:rsid w:val="005A5975"/>
    <w:rsid w:val="005B5D6A"/>
    <w:rsid w:val="005C2029"/>
    <w:rsid w:val="00623326"/>
    <w:rsid w:val="006F1585"/>
    <w:rsid w:val="007E1C33"/>
    <w:rsid w:val="0081419C"/>
    <w:rsid w:val="0084382F"/>
    <w:rsid w:val="0088144B"/>
    <w:rsid w:val="008C0FC9"/>
    <w:rsid w:val="008D4C78"/>
    <w:rsid w:val="00932368"/>
    <w:rsid w:val="00972630"/>
    <w:rsid w:val="00982B24"/>
    <w:rsid w:val="009C0B9D"/>
    <w:rsid w:val="009F498F"/>
    <w:rsid w:val="00A01FE0"/>
    <w:rsid w:val="00A373FA"/>
    <w:rsid w:val="00A46037"/>
    <w:rsid w:val="00A92B17"/>
    <w:rsid w:val="00B475C6"/>
    <w:rsid w:val="00BF0C9C"/>
    <w:rsid w:val="00C02CF7"/>
    <w:rsid w:val="00C03927"/>
    <w:rsid w:val="00C9047A"/>
    <w:rsid w:val="00D3120A"/>
    <w:rsid w:val="00D35E48"/>
    <w:rsid w:val="00DC29D2"/>
    <w:rsid w:val="00E96986"/>
    <w:rsid w:val="00EE3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353" w:hanging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7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45D"/>
  </w:style>
  <w:style w:type="paragraph" w:styleId="Footer">
    <w:name w:val="footer"/>
    <w:basedOn w:val="Normal"/>
    <w:link w:val="FooterChar"/>
    <w:uiPriority w:val="99"/>
    <w:semiHidden/>
    <w:unhideWhenUsed/>
    <w:rsid w:val="003D7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7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Local\Temp\Facebook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2265D-B25C-4D5D-9E76-F464D518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Facebook template</Template>
  <TotalTime>5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Abington Heights School District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Fitzsimmons</dc:creator>
  <cp:lastModifiedBy>John Fitzsimmons</cp:lastModifiedBy>
  <cp:revision>3</cp:revision>
  <dcterms:created xsi:type="dcterms:W3CDTF">2011-01-13T23:08:00Z</dcterms:created>
  <dcterms:modified xsi:type="dcterms:W3CDTF">2011-01-13T23:12:00Z</dcterms:modified>
</cp:coreProperties>
</file>